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682" w:rsidRPr="00A76864" w:rsidRDefault="00A76864">
      <w:pPr>
        <w:rPr>
          <w:rFonts w:ascii="Arial" w:hAnsi="Arial" w:cs="Arial"/>
          <w:b/>
          <w:sz w:val="28"/>
        </w:rPr>
      </w:pPr>
      <w:r w:rsidRPr="00A76864">
        <w:rPr>
          <w:rFonts w:ascii="Arial" w:hAnsi="Arial" w:cs="Arial"/>
          <w:b/>
          <w:sz w:val="28"/>
        </w:rPr>
        <w:t xml:space="preserve">Complète grâce aux images : </w:t>
      </w:r>
    </w:p>
    <w:p w:rsidR="00A76864" w:rsidRDefault="00A76864">
      <w:pPr>
        <w:rPr>
          <w:rFonts w:ascii="Arial" w:hAnsi="Arial" w:cs="Arial"/>
          <w:sz w:val="28"/>
        </w:rPr>
      </w:pPr>
    </w:p>
    <w:p w:rsidR="00A76864" w:rsidRDefault="00A76864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Pour peser mes légumes, j’utilise ……………..</w:t>
      </w:r>
    </w:p>
    <w:p w:rsidR="00A76864" w:rsidRDefault="00A76864">
      <w:pPr>
        <w:rPr>
          <w:rFonts w:ascii="Arial" w:hAnsi="Arial" w:cs="Arial"/>
          <w:sz w:val="28"/>
        </w:rPr>
      </w:pPr>
    </w:p>
    <w:p w:rsidR="00A76864" w:rsidRDefault="00A76864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Pour savoir l’heure, j’utilise ………………..</w:t>
      </w:r>
    </w:p>
    <w:p w:rsidR="00A76864" w:rsidRDefault="00A76864">
      <w:pPr>
        <w:rPr>
          <w:rFonts w:ascii="Arial" w:hAnsi="Arial" w:cs="Arial"/>
          <w:sz w:val="28"/>
        </w:rPr>
      </w:pPr>
    </w:p>
    <w:p w:rsidR="00A76864" w:rsidRDefault="00A76864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Pour mesurer la longueur d’un voyage, j’utilise ……………</w:t>
      </w:r>
    </w:p>
    <w:p w:rsidR="00A76864" w:rsidRDefault="00A76864">
      <w:pPr>
        <w:rPr>
          <w:rFonts w:ascii="Arial" w:hAnsi="Arial" w:cs="Arial"/>
          <w:sz w:val="28"/>
        </w:rPr>
      </w:pPr>
    </w:p>
    <w:p w:rsidR="00A76864" w:rsidRDefault="00A76864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551"/>
        <w:gridCol w:w="2775"/>
      </w:tblGrid>
      <w:tr w:rsidR="00A76864" w:rsidTr="00BD5297">
        <w:tc>
          <w:tcPr>
            <w:tcW w:w="2235" w:type="dxa"/>
            <w:vAlign w:val="center"/>
          </w:tcPr>
          <w:p w:rsidR="00A76864" w:rsidRPr="00A44682" w:rsidRDefault="00A76864" w:rsidP="00BD5297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39B6188B" wp14:editId="19D857E0">
                  <wp:extent cx="1235634" cy="1103586"/>
                  <wp:effectExtent l="0" t="0" r="3175" b="1905"/>
                  <wp:docPr id="744" name="Image 744" descr="F:\DOSSIERS CPC EPS AVRIL 2013\IMAGES\objets\gps-304842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4" descr="F:\DOSSIERS CPC EPS AVRIL 2013\IMAGES\objets\gps-304842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9640" cy="1107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vAlign w:val="center"/>
          </w:tcPr>
          <w:p w:rsidR="00A76864" w:rsidRDefault="00A76864" w:rsidP="00BD529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7AEEFC23" wp14:editId="3D4BCC91">
                  <wp:extent cx="1080770" cy="1446530"/>
                  <wp:effectExtent l="0" t="0" r="5080" b="1270"/>
                  <wp:docPr id="746" name="Image 746" descr="F:\DOSSIERS CPC EPS AVRIL 2013\IMAGES\objets\clock-1293099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6" descr="F:\DOSSIERS CPC EPS AVRIL 2013\IMAGES\objets\clock-1293099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144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5" w:type="dxa"/>
            <w:vAlign w:val="center"/>
          </w:tcPr>
          <w:p w:rsidR="00A76864" w:rsidRDefault="00A76864" w:rsidP="00BD529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6E0D585C" wp14:editId="1103AF58">
                  <wp:extent cx="1263650" cy="1446530"/>
                  <wp:effectExtent l="0" t="0" r="0" b="1270"/>
                  <wp:docPr id="745" name="Image 745" descr="F:\DOSSIERS CPC EPS AVRIL 2013\IMAGES\objets\scale-154924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5" descr="F:\DOSSIERS CPC EPS AVRIL 2013\IMAGES\objets\scale-154924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0" cy="144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6864" w:rsidTr="00BD5297">
        <w:tc>
          <w:tcPr>
            <w:tcW w:w="2235" w:type="dxa"/>
            <w:vAlign w:val="center"/>
          </w:tcPr>
          <w:p w:rsidR="00A76864" w:rsidRPr="00A76864" w:rsidRDefault="00A76864" w:rsidP="00BD5297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A76864">
              <w:rPr>
                <w:rFonts w:ascii="Arial" w:hAnsi="Arial" w:cs="Arial"/>
                <w:b/>
                <w:sz w:val="36"/>
                <w:szCs w:val="36"/>
              </w:rPr>
              <w:t>un GPS</w:t>
            </w:r>
          </w:p>
        </w:tc>
        <w:tc>
          <w:tcPr>
            <w:tcW w:w="2551" w:type="dxa"/>
            <w:vAlign w:val="center"/>
          </w:tcPr>
          <w:p w:rsidR="00A76864" w:rsidRPr="00A76864" w:rsidRDefault="00A76864" w:rsidP="00BD5297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A76864">
              <w:rPr>
                <w:rFonts w:ascii="Arial" w:hAnsi="Arial" w:cs="Arial"/>
                <w:b/>
                <w:sz w:val="36"/>
                <w:szCs w:val="36"/>
              </w:rPr>
              <w:t>un réveil</w:t>
            </w:r>
          </w:p>
        </w:tc>
        <w:tc>
          <w:tcPr>
            <w:tcW w:w="2775" w:type="dxa"/>
            <w:vAlign w:val="center"/>
          </w:tcPr>
          <w:p w:rsidR="00A76864" w:rsidRPr="00A76864" w:rsidRDefault="00A76864" w:rsidP="00BD5297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A76864">
              <w:rPr>
                <w:rFonts w:ascii="Arial" w:hAnsi="Arial" w:cs="Arial"/>
                <w:b/>
                <w:sz w:val="36"/>
                <w:szCs w:val="36"/>
              </w:rPr>
              <w:t>une balance</w:t>
            </w:r>
          </w:p>
        </w:tc>
      </w:tr>
    </w:tbl>
    <w:p w:rsidR="00A76864" w:rsidRDefault="00A76864">
      <w:pPr>
        <w:rPr>
          <w:rFonts w:ascii="Arial" w:hAnsi="Arial" w:cs="Arial"/>
          <w:sz w:val="28"/>
        </w:rPr>
      </w:pPr>
    </w:p>
    <w:p w:rsidR="00A76864" w:rsidRDefault="00A76864">
      <w:pPr>
        <w:rPr>
          <w:rFonts w:ascii="Arial" w:hAnsi="Arial" w:cs="Arial"/>
          <w:sz w:val="28"/>
        </w:rPr>
      </w:pPr>
    </w:p>
    <w:p w:rsidR="00A76864" w:rsidRDefault="00A76864">
      <w:pPr>
        <w:rPr>
          <w:rFonts w:ascii="Arial" w:hAnsi="Arial" w:cs="Arial"/>
          <w:sz w:val="28"/>
        </w:rPr>
      </w:pPr>
    </w:p>
    <w:p w:rsidR="00A76864" w:rsidRDefault="00A76864">
      <w:pPr>
        <w:rPr>
          <w:rFonts w:ascii="Arial" w:hAnsi="Arial" w:cs="Arial"/>
          <w:sz w:val="28"/>
        </w:rPr>
      </w:pPr>
    </w:p>
    <w:p w:rsidR="00A76864" w:rsidRDefault="00A76864">
      <w:pPr>
        <w:rPr>
          <w:rFonts w:ascii="Arial" w:hAnsi="Arial" w:cs="Arial"/>
          <w:sz w:val="28"/>
        </w:rPr>
      </w:pPr>
    </w:p>
    <w:p w:rsidR="00A76864" w:rsidRPr="00A76864" w:rsidRDefault="00A76864" w:rsidP="00A76864">
      <w:pPr>
        <w:rPr>
          <w:rFonts w:ascii="Arial" w:hAnsi="Arial" w:cs="Arial"/>
          <w:b/>
          <w:sz w:val="28"/>
        </w:rPr>
      </w:pPr>
      <w:r w:rsidRPr="00A76864">
        <w:rPr>
          <w:rFonts w:ascii="Arial" w:hAnsi="Arial" w:cs="Arial"/>
          <w:b/>
          <w:sz w:val="28"/>
        </w:rPr>
        <w:t xml:space="preserve">Complète grâce aux images : </w:t>
      </w:r>
    </w:p>
    <w:p w:rsidR="00A76864" w:rsidRDefault="00A76864" w:rsidP="00A76864">
      <w:pPr>
        <w:rPr>
          <w:rFonts w:ascii="Arial" w:hAnsi="Arial" w:cs="Arial"/>
          <w:sz w:val="28"/>
        </w:rPr>
      </w:pPr>
    </w:p>
    <w:p w:rsidR="00A76864" w:rsidRDefault="00A76864" w:rsidP="00A76864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Pour peser mes légumes, j’utilise ……………..</w:t>
      </w:r>
    </w:p>
    <w:p w:rsidR="00A76864" w:rsidRDefault="00A76864" w:rsidP="00A76864">
      <w:pPr>
        <w:rPr>
          <w:rFonts w:ascii="Arial" w:hAnsi="Arial" w:cs="Arial"/>
          <w:sz w:val="28"/>
        </w:rPr>
      </w:pPr>
    </w:p>
    <w:p w:rsidR="00A76864" w:rsidRDefault="00A76864" w:rsidP="00A76864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Pour savoir l’heure, j’utilise ………………..</w:t>
      </w:r>
    </w:p>
    <w:p w:rsidR="00A76864" w:rsidRDefault="00A76864" w:rsidP="00A76864">
      <w:pPr>
        <w:rPr>
          <w:rFonts w:ascii="Arial" w:hAnsi="Arial" w:cs="Arial"/>
          <w:sz w:val="28"/>
        </w:rPr>
      </w:pPr>
    </w:p>
    <w:p w:rsidR="00A76864" w:rsidRDefault="00A76864" w:rsidP="00A76864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Pour mesurer la longueur d’un voyage, j’utilise ……………</w:t>
      </w:r>
    </w:p>
    <w:p w:rsidR="00A76864" w:rsidRDefault="00A76864" w:rsidP="00A76864">
      <w:pPr>
        <w:rPr>
          <w:rFonts w:ascii="Arial" w:hAnsi="Arial" w:cs="Arial"/>
          <w:sz w:val="28"/>
        </w:rPr>
      </w:pPr>
    </w:p>
    <w:p w:rsidR="00A76864" w:rsidRDefault="00A76864" w:rsidP="00A76864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235"/>
        <w:gridCol w:w="2551"/>
        <w:gridCol w:w="2775"/>
      </w:tblGrid>
      <w:tr w:rsidR="00A76864" w:rsidTr="00BD5297">
        <w:tc>
          <w:tcPr>
            <w:tcW w:w="2235" w:type="dxa"/>
            <w:vAlign w:val="center"/>
          </w:tcPr>
          <w:p w:rsidR="00A76864" w:rsidRPr="00A44682" w:rsidRDefault="00A76864" w:rsidP="00BD5297">
            <w:pPr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1E3F2E53" wp14:editId="78E0DFB2">
                  <wp:extent cx="1235634" cy="1103586"/>
                  <wp:effectExtent l="0" t="0" r="3175" b="1905"/>
                  <wp:docPr id="3" name="Image 3" descr="F:\DOSSIERS CPC EPS AVRIL 2013\IMAGES\objets\gps-304842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4" descr="F:\DOSSIERS CPC EPS AVRIL 2013\IMAGES\objets\gps-304842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9640" cy="1107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1" w:type="dxa"/>
            <w:vAlign w:val="center"/>
          </w:tcPr>
          <w:p w:rsidR="00A76864" w:rsidRDefault="00A76864" w:rsidP="00BD529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65F29CAF" wp14:editId="2771CA81">
                  <wp:extent cx="1080770" cy="1446530"/>
                  <wp:effectExtent l="0" t="0" r="5080" b="1270"/>
                  <wp:docPr id="4" name="Image 4" descr="F:\DOSSIERS CPC EPS AVRIL 2013\IMAGES\objets\clock-1293099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6" descr="F:\DOSSIERS CPC EPS AVRIL 2013\IMAGES\objets\clock-1293099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0770" cy="144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5" w:type="dxa"/>
            <w:vAlign w:val="center"/>
          </w:tcPr>
          <w:p w:rsidR="00A76864" w:rsidRDefault="00A76864" w:rsidP="00BD529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5372840A" wp14:editId="6B4050EB">
                  <wp:extent cx="1263650" cy="1446530"/>
                  <wp:effectExtent l="0" t="0" r="0" b="1270"/>
                  <wp:docPr id="5" name="Image 5" descr="F:\DOSSIERS CPC EPS AVRIL 2013\IMAGES\objets\scale-154924_128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5" descr="F:\DOSSIERS CPC EPS AVRIL 2013\IMAGES\objets\scale-154924_128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0" cy="1446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76864" w:rsidTr="00BD5297">
        <w:tc>
          <w:tcPr>
            <w:tcW w:w="2235" w:type="dxa"/>
            <w:vAlign w:val="center"/>
          </w:tcPr>
          <w:p w:rsidR="00A76864" w:rsidRPr="00A76864" w:rsidRDefault="00A76864" w:rsidP="00BD5297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A76864">
              <w:rPr>
                <w:rFonts w:ascii="Arial" w:hAnsi="Arial" w:cs="Arial"/>
                <w:b/>
                <w:sz w:val="36"/>
                <w:szCs w:val="36"/>
              </w:rPr>
              <w:t>un GPS</w:t>
            </w:r>
          </w:p>
        </w:tc>
        <w:tc>
          <w:tcPr>
            <w:tcW w:w="2551" w:type="dxa"/>
            <w:vAlign w:val="center"/>
          </w:tcPr>
          <w:p w:rsidR="00A76864" w:rsidRPr="00A76864" w:rsidRDefault="00A76864" w:rsidP="00BD5297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A76864">
              <w:rPr>
                <w:rFonts w:ascii="Arial" w:hAnsi="Arial" w:cs="Arial"/>
                <w:b/>
                <w:sz w:val="36"/>
                <w:szCs w:val="36"/>
              </w:rPr>
              <w:t>un réveil</w:t>
            </w:r>
          </w:p>
        </w:tc>
        <w:tc>
          <w:tcPr>
            <w:tcW w:w="2775" w:type="dxa"/>
            <w:vAlign w:val="center"/>
          </w:tcPr>
          <w:p w:rsidR="00A76864" w:rsidRPr="00A76864" w:rsidRDefault="00A76864" w:rsidP="00BD5297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A76864">
              <w:rPr>
                <w:rFonts w:ascii="Arial" w:hAnsi="Arial" w:cs="Arial"/>
                <w:b/>
                <w:sz w:val="36"/>
                <w:szCs w:val="36"/>
              </w:rPr>
              <w:t>une balance</w:t>
            </w:r>
          </w:p>
        </w:tc>
      </w:tr>
    </w:tbl>
    <w:p w:rsidR="00A76864" w:rsidRPr="007E024D" w:rsidRDefault="00A76864" w:rsidP="00A76864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A76864" w:rsidRPr="007E024D" w:rsidSect="000F3D7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D78"/>
    <w:rsid w:val="000F3D78"/>
    <w:rsid w:val="001D645B"/>
    <w:rsid w:val="005175A3"/>
    <w:rsid w:val="005F7238"/>
    <w:rsid w:val="00621C85"/>
    <w:rsid w:val="007E024D"/>
    <w:rsid w:val="00A44682"/>
    <w:rsid w:val="00A76864"/>
    <w:rsid w:val="00E0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7F423A-8076-4F05-9240-8945028E3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F3D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7</TotalTime>
  <Pages>1</Pages>
  <Words>64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4</cp:revision>
  <dcterms:created xsi:type="dcterms:W3CDTF">2017-07-21T16:10:00Z</dcterms:created>
  <dcterms:modified xsi:type="dcterms:W3CDTF">2017-07-21T16:16:00Z</dcterms:modified>
</cp:coreProperties>
</file>